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C7D" w:rsidRDefault="00062C7D">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3.75pt;margin-top:3.6pt;width:400.5pt;height:78.75pt;z-index:251658240" fillcolor="#369" stroked="f">
            <v:fill r:id="rId5" o:title=""/>
            <v:stroke r:id="rId5" o:title=""/>
            <v:shadow on="t" color="#b2b2b2" opacity="52429f" offset="3pt"/>
            <v:textpath style="font-family:&quot;Comic Sans MS&quot;;v-text-kern:t" trim="t" fitpath="t" string="rationale"/>
            <w10:wrap type="square"/>
          </v:shape>
        </w:pict>
      </w:r>
    </w:p>
    <w:p w:rsidR="00062C7D" w:rsidRDefault="00062C7D" w:rsidP="00AA41F3">
      <w:pPr>
        <w:bidi w:val="0"/>
        <w:rPr>
          <w:rFonts w:ascii="Arial" w:hAnsi="Arial"/>
          <w:color w:val="000000"/>
          <w:sz w:val="20"/>
          <w:szCs w:val="20"/>
          <w:shd w:val="clear" w:color="auto" w:fill="FFFFFF"/>
        </w:rPr>
      </w:pPr>
    </w:p>
    <w:p w:rsidR="00062C7D" w:rsidRDefault="00062C7D" w:rsidP="00AA41F3">
      <w:pPr>
        <w:bidi w:val="0"/>
        <w:rPr>
          <w:rFonts w:ascii="Arial" w:hAnsi="Arial"/>
          <w:color w:val="000000"/>
          <w:sz w:val="20"/>
          <w:szCs w:val="20"/>
          <w:shd w:val="clear" w:color="auto" w:fill="FFFFFF"/>
        </w:rPr>
      </w:pPr>
    </w:p>
    <w:p w:rsidR="00062C7D" w:rsidRPr="00AA41F3" w:rsidRDefault="00062C7D" w:rsidP="00AA41F3">
      <w:pPr>
        <w:bidi w:val="0"/>
        <w:rPr>
          <w:rFonts w:ascii="Arial" w:hAnsi="Arial"/>
          <w:color w:val="000000"/>
          <w:sz w:val="20"/>
          <w:szCs w:val="20"/>
          <w:shd w:val="clear" w:color="auto" w:fill="FFFFFF"/>
        </w:rPr>
      </w:pPr>
      <w:r w:rsidRPr="00D27BE7">
        <w:rPr>
          <w:rFonts w:ascii="Arial" w:hAnsi="Arial"/>
        </w:rPr>
        <w:t>I</w:t>
      </w:r>
      <w:r>
        <w:rPr>
          <w:rFonts w:ascii="Arial" w:hAnsi="Arial"/>
        </w:rPr>
        <w:t>n my project, I will interview Sharona Blank</w:t>
      </w:r>
      <w:r w:rsidRPr="00D27BE7">
        <w:rPr>
          <w:rFonts w:ascii="Arial" w:hAnsi="Arial"/>
        </w:rPr>
        <w:t>. Sharona works with families in Efrat who have children with special needs. She help</w:t>
      </w:r>
      <w:r>
        <w:rPr>
          <w:rFonts w:ascii="Arial" w:hAnsi="Arial"/>
        </w:rPr>
        <w:t>s</w:t>
      </w:r>
      <w:r w:rsidRPr="00D27BE7">
        <w:rPr>
          <w:rFonts w:ascii="Arial" w:hAnsi="Arial"/>
        </w:rPr>
        <w:t xml:space="preserve"> those families in many ways such as parent counseling, therapy to help them accept their child's disability, helping special needs families know their rights and directing them to different agencies to get financial or therapeutic help. She also helps them getting recognized </w:t>
      </w:r>
      <w:r>
        <w:rPr>
          <w:rFonts w:ascii="Arial" w:hAnsi="Arial"/>
        </w:rPr>
        <w:t xml:space="preserve">by the </w:t>
      </w:r>
      <w:r w:rsidRPr="00D27BE7">
        <w:rPr>
          <w:rFonts w:ascii="Arial" w:hAnsi="Arial"/>
        </w:rPr>
        <w:t>welfare as a family who has</w:t>
      </w:r>
      <w:r>
        <w:rPr>
          <w:rFonts w:ascii="Arial" w:hAnsi="Arial"/>
        </w:rPr>
        <w:t xml:space="preserve"> a</w:t>
      </w:r>
      <w:r w:rsidRPr="00D27BE7">
        <w:rPr>
          <w:rFonts w:ascii="Arial" w:hAnsi="Arial"/>
        </w:rPr>
        <w:t xml:space="preserve"> special needs child </w:t>
      </w:r>
      <w:r>
        <w:rPr>
          <w:rFonts w:ascii="Arial" w:hAnsi="Arial"/>
        </w:rPr>
        <w:t xml:space="preserve">and be </w:t>
      </w:r>
      <w:r w:rsidRPr="00D27BE7">
        <w:rPr>
          <w:rFonts w:ascii="Arial" w:hAnsi="Arial"/>
        </w:rPr>
        <w:t>eligible for various supportive service</w:t>
      </w:r>
      <w:r>
        <w:rPr>
          <w:rFonts w:ascii="Arial" w:hAnsi="Arial"/>
        </w:rPr>
        <w:t>s</w:t>
      </w:r>
      <w:r w:rsidRPr="00D27BE7">
        <w:rPr>
          <w:rFonts w:ascii="Arial" w:hAnsi="Arial"/>
        </w:rPr>
        <w:t xml:space="preserve">. Sharona also runs support groups and organizes community events (happenings) for the families of children with special needs. Sharona's work is so important and meaningful to the community of special needs families I </w:t>
      </w:r>
      <w:r>
        <w:rPr>
          <w:rFonts w:ascii="Arial" w:hAnsi="Arial"/>
        </w:rPr>
        <w:t xml:space="preserve">cannot </w:t>
      </w:r>
      <w:r w:rsidRPr="00D27BE7">
        <w:rPr>
          <w:rFonts w:ascii="Arial" w:hAnsi="Arial"/>
        </w:rPr>
        <w:t>ima</w:t>
      </w:r>
      <w:r>
        <w:rPr>
          <w:rFonts w:ascii="Arial" w:hAnsi="Arial"/>
        </w:rPr>
        <w:t xml:space="preserve">gine </w:t>
      </w:r>
      <w:r w:rsidRPr="00D27BE7">
        <w:rPr>
          <w:rFonts w:ascii="Arial" w:hAnsi="Arial"/>
        </w:rPr>
        <w:t>how hard it would have been for them without Sharona's help.</w:t>
      </w:r>
    </w:p>
    <w:p w:rsidR="00062C7D" w:rsidRDefault="00062C7D" w:rsidP="00F13F34">
      <w:pPr>
        <w:bidi w:val="0"/>
        <w:rPr>
          <w:rFonts w:ascii="Arial" w:hAnsi="Arial"/>
        </w:rPr>
      </w:pPr>
      <w:r>
        <w:rPr>
          <w:rFonts w:ascii="Arial" w:hAnsi="Arial"/>
        </w:rPr>
        <w:t xml:space="preserve">As well as </w:t>
      </w:r>
      <w:r w:rsidRPr="00D27BE7">
        <w:rPr>
          <w:rFonts w:ascii="Arial" w:hAnsi="Arial"/>
        </w:rPr>
        <w:t xml:space="preserve">she is an amazing and important woman in our community. I want people to appreciate, thank, and acknowledge those who contribute so much </w:t>
      </w:r>
      <w:r>
        <w:rPr>
          <w:rFonts w:ascii="Arial" w:hAnsi="Arial"/>
        </w:rPr>
        <w:t xml:space="preserve">to their </w:t>
      </w:r>
      <w:r w:rsidRPr="00D27BE7">
        <w:rPr>
          <w:rFonts w:ascii="Arial" w:hAnsi="Arial"/>
        </w:rPr>
        <w:t>community</w:t>
      </w:r>
      <w:r>
        <w:rPr>
          <w:rFonts w:ascii="Arial" w:hAnsi="Arial"/>
        </w:rPr>
        <w:t>,</w:t>
      </w:r>
      <w:r w:rsidRPr="00D27BE7">
        <w:rPr>
          <w:rFonts w:ascii="Arial" w:hAnsi="Arial"/>
        </w:rPr>
        <w:t xml:space="preserve"> for instance, Sharona</w:t>
      </w:r>
      <w:r>
        <w:rPr>
          <w:rFonts w:ascii="Arial" w:hAnsi="Arial"/>
        </w:rPr>
        <w:t xml:space="preserve"> by her job</w:t>
      </w:r>
      <w:r w:rsidRPr="00D27BE7">
        <w:rPr>
          <w:rFonts w:ascii="Arial" w:hAnsi="Arial"/>
        </w:rPr>
        <w:t xml:space="preserve">. In this </w:t>
      </w:r>
      <w:r>
        <w:rPr>
          <w:rFonts w:ascii="Arial" w:hAnsi="Arial"/>
        </w:rPr>
        <w:t xml:space="preserve">project I want to learn about Sharona through her work as a woman who works to help the community every day, the importance of her job how and why she chose to work in social service. Furthermore I want to be able to understand how </w:t>
      </w:r>
      <w:r w:rsidRPr="00AA41F3">
        <w:rPr>
          <w:rFonts w:ascii="Arial" w:hAnsi="Arial"/>
        </w:rPr>
        <w:t>valuable h</w:t>
      </w:r>
      <w:r>
        <w:rPr>
          <w:rFonts w:ascii="Arial" w:hAnsi="Arial"/>
        </w:rPr>
        <w:t xml:space="preserve">er job is to the families who needs her help. My goals for the project are to relay a message about the importance of contributing to our communities and the world, and to be able to send the message to those who will read my project. </w:t>
      </w:r>
      <w:bookmarkStart w:id="0" w:name="_GoBack"/>
      <w:bookmarkEnd w:id="0"/>
      <w:r>
        <w:rPr>
          <w:rFonts w:ascii="Arial" w:hAnsi="Arial"/>
        </w:rPr>
        <w:t xml:space="preserve">Then I will show the positive side of the Israelis and learn about their actions in the world. </w:t>
      </w:r>
    </w:p>
    <w:p w:rsidR="00062C7D" w:rsidRDefault="00062C7D" w:rsidP="00590F6E">
      <w:pPr>
        <w:bidi w:val="0"/>
        <w:rPr>
          <w:rFonts w:ascii="Arial" w:hAnsi="Arial"/>
        </w:rPr>
      </w:pPr>
      <w:r>
        <w:rPr>
          <w:rFonts w:ascii="Arial" w:hAnsi="Arial"/>
        </w:rPr>
        <w:t xml:space="preserve">I am looking forward to learn about how can I volunteer to help others in my community (and in the future to the people around the world). Above all I will show what an influencing and inspiring role model Sharona is. In this project I will try to create a new image for the Israelis and discover what in my opinion </w:t>
      </w:r>
      <w:smartTag w:uri="urn:schemas-microsoft-com:office:smarttags" w:element="place">
        <w:smartTag w:uri="urn:schemas-microsoft-com:office:smarttags" w:element="country-region">
          <w:r>
            <w:rPr>
              <w:rFonts w:ascii="Arial" w:hAnsi="Arial"/>
            </w:rPr>
            <w:t>Israel</w:t>
          </w:r>
        </w:smartTag>
      </w:smartTag>
      <w:r>
        <w:rPr>
          <w:rFonts w:ascii="Arial" w:hAnsi="Arial"/>
        </w:rPr>
        <w:t>'s faces really are. I</w:t>
      </w:r>
      <w:r w:rsidRPr="00D27BE7">
        <w:rPr>
          <w:rFonts w:ascii="Arial" w:hAnsi="Arial"/>
        </w:rPr>
        <w:t xml:space="preserve"> ch</w:t>
      </w:r>
      <w:r>
        <w:rPr>
          <w:rFonts w:ascii="Arial" w:hAnsi="Arial"/>
        </w:rPr>
        <w:t>oose to interview Sharona because she contributes to our community by her everyday job and in this project I want to emphasize the fact that everyone can contribute in all kind of ways it is not hard, we all can do it, and we should. Most important, I want to give the message that contributing start and also counted in small things we do not have to open an organization in order to contribute.</w:t>
      </w:r>
    </w:p>
    <w:p w:rsidR="00062C7D" w:rsidRDefault="00062C7D" w:rsidP="00B56679">
      <w:pPr>
        <w:bidi w:val="0"/>
        <w:rPr>
          <w:rFonts w:ascii="Arial" w:hAnsi="Arial"/>
        </w:rPr>
      </w:pPr>
      <w:r>
        <w:rPr>
          <w:rFonts w:ascii="Arial" w:hAnsi="Arial"/>
        </w:rPr>
        <w:t xml:space="preserve"> I hope that through the progress of my project I will be able to achieve all my goals.</w:t>
      </w:r>
    </w:p>
    <w:p w:rsidR="00062C7D" w:rsidRDefault="00062C7D" w:rsidP="00312F39">
      <w:pPr>
        <w:bidi w:val="0"/>
        <w:rPr>
          <w:rFonts w:ascii="Arial" w:hAnsi="Arial"/>
        </w:rPr>
      </w:pPr>
    </w:p>
    <w:p w:rsidR="00062C7D" w:rsidRDefault="00062C7D" w:rsidP="00312F39">
      <w:pPr>
        <w:bidi w:val="0"/>
        <w:rPr>
          <w:rFonts w:ascii="Arial" w:hAnsi="Arial"/>
        </w:rPr>
      </w:pPr>
    </w:p>
    <w:p w:rsidR="00062C7D" w:rsidRPr="00312F39" w:rsidRDefault="00062C7D" w:rsidP="00312F39">
      <w:pPr>
        <w:bidi w:val="0"/>
        <w:jc w:val="center"/>
        <w:rPr>
          <w:rFonts w:ascii="Arial" w:hAnsi="Arial"/>
          <w:b/>
          <w:bCs/>
        </w:rPr>
      </w:pPr>
      <w:r w:rsidRPr="00312F39">
        <w:rPr>
          <w:rFonts w:ascii="Arial" w:hAnsi="Arial"/>
          <w:b/>
          <w:bCs/>
        </w:rPr>
        <w:t>- 1-</w:t>
      </w:r>
    </w:p>
    <w:sectPr w:rsidR="00062C7D" w:rsidRPr="00312F39" w:rsidSect="009B13B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B7596C"/>
    <w:multiLevelType w:val="hybridMultilevel"/>
    <w:tmpl w:val="9C10928E"/>
    <w:lvl w:ilvl="0" w:tplc="06B828C0">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3647"/>
    <w:rsid w:val="00062C7D"/>
    <w:rsid w:val="001278AA"/>
    <w:rsid w:val="0025530E"/>
    <w:rsid w:val="00312F39"/>
    <w:rsid w:val="00334B95"/>
    <w:rsid w:val="00367092"/>
    <w:rsid w:val="003C3037"/>
    <w:rsid w:val="0050066B"/>
    <w:rsid w:val="005778B0"/>
    <w:rsid w:val="00590F6E"/>
    <w:rsid w:val="00624523"/>
    <w:rsid w:val="00675817"/>
    <w:rsid w:val="007A3647"/>
    <w:rsid w:val="0086340E"/>
    <w:rsid w:val="008967AD"/>
    <w:rsid w:val="009B13B8"/>
    <w:rsid w:val="009B1607"/>
    <w:rsid w:val="00AA41F3"/>
    <w:rsid w:val="00B258F4"/>
    <w:rsid w:val="00B32CE1"/>
    <w:rsid w:val="00B56679"/>
    <w:rsid w:val="00D27BE7"/>
    <w:rsid w:val="00D95271"/>
    <w:rsid w:val="00E44F74"/>
    <w:rsid w:val="00EF5FE0"/>
    <w:rsid w:val="00F13F34"/>
    <w:rsid w:val="00F8043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he-IL"/>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037"/>
    <w:pPr>
      <w:bidi/>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12F3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405</Words>
  <Characters>2028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ספיר</dc:creator>
  <cp:keywords/>
  <dc:description/>
  <cp:lastModifiedBy>library</cp:lastModifiedBy>
  <cp:revision>4</cp:revision>
  <cp:lastPrinted>2012-01-09T02:20:00Z</cp:lastPrinted>
  <dcterms:created xsi:type="dcterms:W3CDTF">2012-01-08T16:32:00Z</dcterms:created>
  <dcterms:modified xsi:type="dcterms:W3CDTF">2012-01-09T02:20:00Z</dcterms:modified>
</cp:coreProperties>
</file>